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51172B0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202</w:t>
      </w:r>
      <w:r w:rsidR="004E2C66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-202</w:t>
      </w:r>
      <w:r w:rsidR="004E2C66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A743604" w14:textId="78053AC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E2C6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E2C6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DBE6" w14:textId="77777777" w:rsidR="00B60987" w:rsidRDefault="00B60987" w:rsidP="00C16ABF">
      <w:pPr>
        <w:spacing w:after="0" w:line="240" w:lineRule="auto"/>
      </w:pPr>
      <w:r>
        <w:separator/>
      </w:r>
    </w:p>
  </w:endnote>
  <w:endnote w:type="continuationSeparator" w:id="0">
    <w:p w14:paraId="37C99AF2" w14:textId="77777777" w:rsidR="00B60987" w:rsidRDefault="00B609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3B59" w14:textId="77777777" w:rsidR="00B60987" w:rsidRDefault="00B60987" w:rsidP="00C16ABF">
      <w:pPr>
        <w:spacing w:after="0" w:line="240" w:lineRule="auto"/>
      </w:pPr>
      <w:r>
        <w:separator/>
      </w:r>
    </w:p>
  </w:footnote>
  <w:footnote w:type="continuationSeparator" w:id="0">
    <w:p w14:paraId="21135408" w14:textId="77777777" w:rsidR="00B60987" w:rsidRDefault="00B6098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C6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0987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D74D-45BD-41AC-AF29-3A62F3E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2021-01-31T21:54:00Z</dcterms:created>
  <dcterms:modified xsi:type="dcterms:W3CDTF">2021-11-03T20:27:00Z</dcterms:modified>
</cp:coreProperties>
</file>